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C210A" w14:textId="77777777" w:rsidR="00B24D69" w:rsidRPr="00D94219" w:rsidRDefault="002E2BCF" w:rsidP="00085C96">
      <w:pPr>
        <w:spacing w:before="480" w:after="240"/>
        <w:rPr>
          <w:rFonts w:ascii="Helvetica 75 Bold" w:hAnsi="Helvetica 75 Bold"/>
          <w:b/>
          <w:bCs/>
          <w:sz w:val="56"/>
          <w:szCs w:val="56"/>
        </w:rPr>
      </w:pPr>
      <w:bookmarkStart w:id="0" w:name="_Toc469066119"/>
      <w:bookmarkStart w:id="1" w:name="_Toc106890030"/>
      <w:bookmarkStart w:id="2" w:name="_Toc106890098"/>
      <w:bookmarkStart w:id="3" w:name="_Toc110056245"/>
      <w:bookmarkStart w:id="4" w:name="_Toc211414363"/>
      <w:bookmarkStart w:id="5" w:name="_Toc226948956"/>
      <w:bookmarkStart w:id="6" w:name="_Toc246759872"/>
      <w:bookmarkStart w:id="7" w:name="_Toc231120486"/>
      <w:bookmarkStart w:id="8" w:name="_Toc275277607"/>
      <w:bookmarkStart w:id="9" w:name="_Toc275277939"/>
      <w:bookmarkStart w:id="10" w:name="_Toc275608725"/>
      <w:bookmarkStart w:id="11" w:name="_Toc275608800"/>
      <w:bookmarkStart w:id="12" w:name="_Toc275608875"/>
      <w:bookmarkStart w:id="13" w:name="_Toc293482395"/>
      <w:bookmarkStart w:id="14" w:name="_Toc318450279"/>
      <w:r w:rsidRPr="00D94219">
        <w:rPr>
          <w:rFonts w:ascii="Helvetica 75 Bold" w:hAnsi="Helvetica 75 Bold"/>
          <w:b/>
          <w:bCs/>
          <w:sz w:val="56"/>
          <w:szCs w:val="56"/>
        </w:rPr>
        <w:t>Annexe</w:t>
      </w:r>
      <w:r w:rsidR="00B24D69" w:rsidRPr="00D94219">
        <w:rPr>
          <w:rFonts w:ascii="Helvetica 75 Bold" w:hAnsi="Helvetica 75 Bold"/>
          <w:b/>
          <w:bCs/>
          <w:sz w:val="56"/>
          <w:szCs w:val="56"/>
        </w:rPr>
        <w:t xml:space="preserve"> </w:t>
      </w:r>
      <w:bookmarkEnd w:id="0"/>
      <w:r w:rsidR="00B24D69" w:rsidRPr="00D94219">
        <w:rPr>
          <w:rFonts w:ascii="Helvetica 75 Bold" w:hAnsi="Helvetica 75 Bold"/>
          <w:b/>
          <w:bCs/>
          <w:sz w:val="56"/>
          <w:szCs w:val="56"/>
        </w:rPr>
        <w:t>1</w:t>
      </w:r>
      <w:r w:rsidR="007330DA" w:rsidRPr="00D94219">
        <w:rPr>
          <w:rFonts w:ascii="Helvetica 75 Bold" w:hAnsi="Helvetica 75 Bold"/>
          <w:b/>
          <w:bCs/>
          <w:sz w:val="56"/>
          <w:szCs w:val="56"/>
        </w:rPr>
        <w:t xml:space="preserve"> - prix</w:t>
      </w:r>
      <w:bookmarkEnd w:id="1"/>
      <w:bookmarkEnd w:id="2"/>
    </w:p>
    <w:p w14:paraId="60E322E8" w14:textId="77777777" w:rsidR="00085C96" w:rsidRDefault="00085C96" w:rsidP="00B24D69">
      <w:pPr>
        <w:rPr>
          <w:b/>
          <w:bCs/>
          <w:sz w:val="36"/>
          <w:szCs w:val="36"/>
        </w:rPr>
      </w:pPr>
    </w:p>
    <w:p w14:paraId="1EFC210B" w14:textId="02CBCC32" w:rsidR="00B24D69" w:rsidRPr="007235A6" w:rsidRDefault="00601FD8" w:rsidP="00B24D69">
      <w:pPr>
        <w:rPr>
          <w:b/>
          <w:bCs/>
          <w:sz w:val="36"/>
          <w:szCs w:val="36"/>
        </w:rPr>
      </w:pPr>
      <w:r w:rsidRPr="007235A6">
        <w:rPr>
          <w:b/>
          <w:bCs/>
          <w:sz w:val="36"/>
          <w:szCs w:val="36"/>
        </w:rPr>
        <w:t xml:space="preserve">Offre </w:t>
      </w:r>
      <w:r w:rsidR="008875AF" w:rsidRPr="007235A6">
        <w:rPr>
          <w:b/>
          <w:bCs/>
          <w:sz w:val="36"/>
          <w:szCs w:val="36"/>
        </w:rPr>
        <w:t>FTTE passif NRO</w:t>
      </w:r>
      <w:r w:rsidR="00C96A4F" w:rsidRPr="007235A6">
        <w:rPr>
          <w:b/>
          <w:bCs/>
          <w:sz w:val="36"/>
          <w:szCs w:val="36"/>
        </w:rPr>
        <w:t xml:space="preserve"> de </w:t>
      </w:r>
      <w:r w:rsidR="003708A9" w:rsidRPr="003708A9">
        <w:rPr>
          <w:b/>
          <w:bCs/>
          <w:sz w:val="36"/>
          <w:szCs w:val="36"/>
        </w:rPr>
        <w:t>VIENNE NUMÉRIQUE</w:t>
      </w:r>
    </w:p>
    <w:p w14:paraId="1EFC210C" w14:textId="77777777" w:rsidR="00B24D69" w:rsidRPr="007235A6" w:rsidRDefault="00B24D69" w:rsidP="00B24D69">
      <w:pPr>
        <w:rPr>
          <w:sz w:val="40"/>
          <w:szCs w:val="40"/>
        </w:rPr>
      </w:pPr>
    </w:p>
    <w:p w14:paraId="2EE94C45" w14:textId="77777777" w:rsidR="00F81B17" w:rsidRDefault="00F81B1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sdt>
      <w:sdtPr>
        <w:rPr>
          <w:rFonts w:ascii="Helvetica 55 Roman" w:eastAsia="Times New Roman" w:hAnsi="Helvetica 55 Roman" w:cs="Times New Roman"/>
          <w:b/>
          <w:bCs/>
          <w:color w:val="auto"/>
          <w:sz w:val="28"/>
          <w:szCs w:val="28"/>
        </w:rPr>
        <w:id w:val="20212084"/>
        <w:docPartObj>
          <w:docPartGallery w:val="Table of Contents"/>
          <w:docPartUnique/>
        </w:docPartObj>
      </w:sdtPr>
      <w:sdtEndPr>
        <w:rPr>
          <w:sz w:val="20"/>
          <w:szCs w:val="24"/>
        </w:rPr>
      </w:sdtEndPr>
      <w:sdtContent>
        <w:p w14:paraId="69E2841E" w14:textId="39DD79E5" w:rsidR="000C5437" w:rsidRDefault="000C5437">
          <w:pPr>
            <w:pStyle w:val="En-ttedetabledesmatires"/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</w:pPr>
          <w:r w:rsidRPr="000C5437"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  <w:t>Table des matières</w:t>
          </w:r>
        </w:p>
        <w:p w14:paraId="6047B8E2" w14:textId="77777777" w:rsidR="00085C96" w:rsidRPr="00085C96" w:rsidRDefault="00085C96" w:rsidP="00085C96"/>
        <w:p w14:paraId="4C195829" w14:textId="266DBE1E" w:rsidR="001434C4" w:rsidRDefault="000C5437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7392104" w:history="1">
            <w:r w:rsidR="001434C4" w:rsidRPr="00526AC0">
              <w:rPr>
                <w:rStyle w:val="Lienhypertexte"/>
                <w:noProof/>
              </w:rPr>
              <w:t>1.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Frais de mise à disposition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_Toc177392104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0357EA99" w14:textId="7608BE30" w:rsidR="001434C4" w:rsidRDefault="003708A9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5" w:history="1">
            <w:r w:rsidR="001434C4" w:rsidRPr="00526AC0">
              <w:rPr>
                <w:rStyle w:val="Lienhypertexte"/>
                <w:noProof/>
              </w:rPr>
              <w:t>2.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Abonnement mensuel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_Toc177392105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5ECFB0EB" w14:textId="3EA6FB09" w:rsidR="001434C4" w:rsidRDefault="003708A9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6" w:history="1">
            <w:r w:rsidR="001434C4" w:rsidRPr="00526AC0">
              <w:rPr>
                <w:rStyle w:val="Lienhypertexte"/>
                <w:noProof/>
              </w:rPr>
              <w:t>3.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Option de mise à disposition sur bandeau optique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_Toc177392106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60C31032" w14:textId="408BE87A" w:rsidR="001434C4" w:rsidRDefault="003708A9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7" w:history="1">
            <w:r w:rsidR="001434C4" w:rsidRPr="00526AC0">
              <w:rPr>
                <w:rStyle w:val="Lienhypertexte"/>
                <w:noProof/>
              </w:rPr>
              <w:t>4.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Option de GTR S1 d’un Accès FTTE passif NRO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_Toc177392107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36512C6D" w14:textId="4B07E523" w:rsidR="001434C4" w:rsidRDefault="003708A9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8" w:history="1">
            <w:r w:rsidR="001434C4" w:rsidRPr="00526AC0">
              <w:rPr>
                <w:rStyle w:val="Lienhypertexte"/>
                <w:noProof/>
              </w:rPr>
              <w:t>5.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Modifications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_Toc177392108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4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63221867" w14:textId="4D0333B4" w:rsidR="001434C4" w:rsidRDefault="003708A9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9" w:history="1">
            <w:r w:rsidR="001434C4" w:rsidRPr="00526AC0">
              <w:rPr>
                <w:rStyle w:val="Lienhypertexte"/>
                <w:noProof/>
              </w:rPr>
              <w:t>6.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Interventions à Tort (IAT)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_Toc177392109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4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31F3726D" w14:textId="2E0F1A36" w:rsidR="000C5437" w:rsidRDefault="000C5437">
          <w:r>
            <w:rPr>
              <w:b/>
              <w:bCs/>
            </w:rPr>
            <w:fldChar w:fldCharType="end"/>
          </w:r>
        </w:p>
      </w:sdtContent>
    </w:sdt>
    <w:p w14:paraId="295290FA" w14:textId="0DFBBB4E" w:rsidR="000C5437" w:rsidRDefault="000C543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1EFC210D" w14:textId="471FC843" w:rsidR="00B24D69" w:rsidRPr="007235A6" w:rsidRDefault="00B24D69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lastRenderedPageBreak/>
        <w:t>La présente annexe est établie notamme</w:t>
      </w:r>
      <w:r w:rsidR="003045C9" w:rsidRPr="007235A6">
        <w:rPr>
          <w:rFonts w:cs="Arial"/>
          <w:szCs w:val="20"/>
        </w:rPr>
        <w:t>nt par application de l’article</w:t>
      </w:r>
      <w:r w:rsidRPr="007235A6">
        <w:rPr>
          <w:rFonts w:cs="Arial"/>
          <w:szCs w:val="20"/>
        </w:rPr>
        <w:t xml:space="preserve"> intitulé « prix » du Contrat. </w:t>
      </w:r>
    </w:p>
    <w:p w14:paraId="1EFC210E" w14:textId="77777777" w:rsidR="00B24D69" w:rsidRPr="007235A6" w:rsidRDefault="00B24D69" w:rsidP="00B24D69">
      <w:pPr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Tous les prix mentionnés à la présente annexe sont exprimés en euros hors taxes.</w:t>
      </w:r>
    </w:p>
    <w:p w14:paraId="1EFC210F" w14:textId="77777777" w:rsidR="00B24D69" w:rsidRPr="007235A6" w:rsidRDefault="00B24D69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Les tarifs de la présente annexe s’entendent hors Difficultés Exceptionnelles de Constructions.</w:t>
      </w:r>
    </w:p>
    <w:p w14:paraId="1EFC2110" w14:textId="77777777" w:rsidR="0031596A" w:rsidRPr="007235A6" w:rsidRDefault="0031596A" w:rsidP="00B24D69">
      <w:pPr>
        <w:spacing w:before="120"/>
        <w:jc w:val="both"/>
        <w:rPr>
          <w:rFonts w:cs="Arial"/>
          <w:szCs w:val="20"/>
        </w:rPr>
      </w:pPr>
    </w:p>
    <w:p w14:paraId="1EFC2111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15" w:name="_Toc469066120"/>
      <w:bookmarkStart w:id="16" w:name="_Toc468875177"/>
      <w:bookmarkStart w:id="17" w:name="_Toc468352046"/>
      <w:bookmarkStart w:id="18" w:name="_Toc177392104"/>
      <w:r w:rsidRPr="00C758A8">
        <w:rPr>
          <w:rFonts w:ascii="Helvetica 55 Roman" w:hAnsi="Helvetica 55 Roman"/>
          <w:b/>
          <w:color w:val="auto"/>
        </w:rPr>
        <w:t>Frais de mise à disposition</w:t>
      </w:r>
      <w:bookmarkEnd w:id="15"/>
      <w:bookmarkEnd w:id="16"/>
      <w:bookmarkEnd w:id="17"/>
      <w:bookmarkEnd w:id="18"/>
      <w:r w:rsidRPr="00C758A8">
        <w:rPr>
          <w:rFonts w:ascii="Helvetica 55 Roman" w:hAnsi="Helvetica 55 Roman"/>
          <w:b/>
          <w:color w:val="auto"/>
        </w:rPr>
        <w:t xml:space="preserve"> </w:t>
      </w:r>
    </w:p>
    <w:p w14:paraId="1EFC2112" w14:textId="77777777" w:rsidR="00B24D69" w:rsidRPr="007235A6" w:rsidRDefault="00B24D69" w:rsidP="00B24D69"/>
    <w:tbl>
      <w:tblPr>
        <w:tblW w:w="8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713"/>
      </w:tblGrid>
      <w:tr w:rsidR="00B24D69" w:rsidRPr="007235A6" w14:paraId="1EFC2115" w14:textId="77777777" w:rsidTr="00BF2409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13" w14:textId="77777777" w:rsidR="00B24D69" w:rsidRPr="00BF2409" w:rsidRDefault="00B24D69" w:rsidP="00B24D6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14" w14:textId="77777777" w:rsidR="00B24D69" w:rsidRPr="00BF2409" w:rsidRDefault="00B24D69" w:rsidP="00B24D69">
            <w:pPr>
              <w:spacing w:before="120"/>
              <w:jc w:val="both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 xml:space="preserve">frais de mise à disposition </w:t>
            </w:r>
          </w:p>
        </w:tc>
      </w:tr>
      <w:tr w:rsidR="00B24D69" w:rsidRPr="007235A6" w14:paraId="1EFC2118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16" w14:textId="77777777" w:rsidR="000A6F05" w:rsidRPr="007235A6" w:rsidRDefault="00B24D69" w:rsidP="001549F0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Accès </w:t>
            </w:r>
            <w:r w:rsidR="008875AF" w:rsidRPr="007235A6">
              <w:rPr>
                <w:szCs w:val="20"/>
              </w:rPr>
              <w:t>FTTE passif NRO</w:t>
            </w:r>
            <w:r w:rsidR="006539A5" w:rsidRPr="007235A6">
              <w:rPr>
                <w:szCs w:val="20"/>
              </w:rPr>
              <w:t xml:space="preserve"> </w:t>
            </w:r>
            <w:r w:rsidR="00A10312" w:rsidRPr="007235A6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17" w14:textId="77777777" w:rsidR="000A6F05" w:rsidRPr="007235A6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612</w:t>
            </w:r>
          </w:p>
        </w:tc>
      </w:tr>
      <w:tr w:rsidR="00F45953" w:rsidRPr="007235A6" w14:paraId="1EFC211B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9" w14:textId="77777777" w:rsidR="00F45953" w:rsidRPr="007235A6" w:rsidRDefault="00F45953" w:rsidP="00F45953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câblage optique de longueur </w:t>
            </w:r>
            <w:r w:rsidR="0031596A" w:rsidRPr="007235A6">
              <w:rPr>
                <w:szCs w:val="20"/>
              </w:rPr>
              <w:t xml:space="preserve">comprise entre </w:t>
            </w:r>
            <w:r w:rsidRPr="007235A6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A" w14:textId="77777777" w:rsidR="00F45953" w:rsidRPr="007235A6" w:rsidRDefault="00F45953" w:rsidP="00F45953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299</w:t>
            </w:r>
          </w:p>
        </w:tc>
      </w:tr>
      <w:tr w:rsidR="00F45953" w:rsidRPr="007235A6" w14:paraId="1EFC211E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C" w14:textId="77777777" w:rsidR="00F45953" w:rsidRPr="007235A6" w:rsidRDefault="00F45953" w:rsidP="00F45953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câblage optique </w:t>
            </w:r>
            <w:r w:rsidR="0031596A" w:rsidRPr="007235A6">
              <w:rPr>
                <w:szCs w:val="20"/>
              </w:rPr>
              <w:t xml:space="preserve">de longueur </w:t>
            </w:r>
            <w:r w:rsidRPr="007235A6">
              <w:rPr>
                <w:szCs w:val="20"/>
              </w:rPr>
              <w:t>supérieur</w:t>
            </w:r>
            <w:r w:rsidR="0031596A" w:rsidRPr="007235A6">
              <w:rPr>
                <w:szCs w:val="20"/>
              </w:rPr>
              <w:t>e</w:t>
            </w:r>
            <w:r w:rsidRPr="007235A6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D" w14:textId="77777777" w:rsidR="00F45953" w:rsidRPr="007235A6" w:rsidRDefault="00F45953" w:rsidP="00F45953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sur devis</w:t>
            </w:r>
          </w:p>
        </w:tc>
      </w:tr>
    </w:tbl>
    <w:p w14:paraId="1EFC211F" w14:textId="77777777" w:rsidR="00B24D69" w:rsidRPr="007235A6" w:rsidRDefault="00A10312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* comprend le câble optique de longueur inférieure à 30 mètres.</w:t>
      </w:r>
    </w:p>
    <w:p w14:paraId="1EFC2120" w14:textId="77777777" w:rsidR="00A10312" w:rsidRPr="007235A6" w:rsidRDefault="0031596A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Cette</w:t>
      </w:r>
      <w:r w:rsidR="00A10312" w:rsidRPr="007235A6">
        <w:rPr>
          <w:rFonts w:cs="Arial"/>
          <w:szCs w:val="20"/>
        </w:rPr>
        <w:t xml:space="preserve"> longueur de câble optique est décrite dans les STAS.</w:t>
      </w:r>
    </w:p>
    <w:p w14:paraId="1EFC2121" w14:textId="77777777" w:rsidR="00A10312" w:rsidRPr="007235A6" w:rsidRDefault="00A10312" w:rsidP="00B24D69">
      <w:pPr>
        <w:spacing w:before="120"/>
        <w:jc w:val="both"/>
        <w:rPr>
          <w:rFonts w:cs="Arial"/>
          <w:szCs w:val="20"/>
        </w:rPr>
      </w:pPr>
    </w:p>
    <w:p w14:paraId="1EFC2122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r w:rsidRPr="00C758A8">
        <w:rPr>
          <w:rFonts w:ascii="Helvetica 55 Roman" w:hAnsi="Helvetica 55 Roman"/>
          <w:b/>
          <w:color w:val="auto"/>
        </w:rPr>
        <w:t xml:space="preserve"> </w:t>
      </w:r>
      <w:bookmarkStart w:id="19" w:name="_Toc469066121"/>
      <w:bookmarkStart w:id="20" w:name="_Toc468875178"/>
      <w:bookmarkStart w:id="21" w:name="_Toc468352047"/>
      <w:bookmarkStart w:id="22" w:name="_Toc177392105"/>
      <w:r w:rsidRPr="00C758A8">
        <w:rPr>
          <w:rFonts w:ascii="Helvetica 55 Roman" w:hAnsi="Helvetica 55 Roman"/>
          <w:b/>
          <w:color w:val="auto"/>
        </w:rPr>
        <w:t>Abonnement mensuel</w:t>
      </w:r>
      <w:bookmarkEnd w:id="19"/>
      <w:bookmarkEnd w:id="20"/>
      <w:bookmarkEnd w:id="21"/>
      <w:bookmarkEnd w:id="22"/>
    </w:p>
    <w:p w14:paraId="1EFC2123" w14:textId="77777777" w:rsidR="00B24D69" w:rsidRPr="007235A6" w:rsidRDefault="00B24D69" w:rsidP="00B24D69"/>
    <w:tbl>
      <w:tblPr>
        <w:tblW w:w="5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649"/>
      </w:tblGrid>
      <w:tr w:rsidR="00B24D69" w:rsidRPr="007235A6" w14:paraId="1EFC2126" w14:textId="77777777" w:rsidTr="00BF2409">
        <w:trPr>
          <w:tblHeader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24" w14:textId="77777777" w:rsidR="00B24D69" w:rsidRPr="00BF2409" w:rsidRDefault="00B24D69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25" w14:textId="2F85164A" w:rsidR="00B24D69" w:rsidRPr="00BF2409" w:rsidRDefault="00B24D69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abonnement</w:t>
            </w:r>
            <w:r w:rsidRPr="00BF2409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B24D69" w:rsidRPr="007235A6" w14:paraId="1EFC2129" w14:textId="77777777" w:rsidTr="00BF2409">
        <w:trPr>
          <w:cantSplit/>
          <w:trHeight w:val="34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27" w14:textId="1FB4E6DB" w:rsidR="00B24D69" w:rsidRPr="007235A6" w:rsidRDefault="00B24D69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 xml:space="preserve">Accès </w:t>
            </w:r>
            <w:r w:rsidR="008875AF" w:rsidRPr="007235A6">
              <w:rPr>
                <w:szCs w:val="20"/>
              </w:rPr>
              <w:t>FTTE passif NRO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28" w14:textId="77777777" w:rsidR="00B24D69" w:rsidRPr="007235A6" w:rsidRDefault="003E0EB5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szCs w:val="20"/>
              </w:rPr>
              <w:t>1</w:t>
            </w:r>
            <w:r w:rsidR="004E6D9B" w:rsidRPr="007235A6">
              <w:rPr>
                <w:rFonts w:cs="Arial"/>
                <w:szCs w:val="20"/>
              </w:rPr>
              <w:t>33,5</w:t>
            </w:r>
          </w:p>
        </w:tc>
      </w:tr>
    </w:tbl>
    <w:p w14:paraId="1EFC212A" w14:textId="77777777" w:rsidR="00BD71A6" w:rsidRPr="007235A6" w:rsidRDefault="00BD71A6" w:rsidP="00B24D69">
      <w:pPr>
        <w:spacing w:before="120"/>
        <w:jc w:val="both"/>
        <w:rPr>
          <w:szCs w:val="20"/>
        </w:rPr>
      </w:pPr>
    </w:p>
    <w:p w14:paraId="1EFC212B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3" w:name="_Toc469066122"/>
      <w:bookmarkStart w:id="24" w:name="_Toc468875179"/>
      <w:bookmarkStart w:id="25" w:name="_Toc177392106"/>
      <w:r w:rsidRPr="00C758A8">
        <w:rPr>
          <w:rFonts w:ascii="Helvetica 55 Roman" w:hAnsi="Helvetica 55 Roman"/>
          <w:b/>
          <w:color w:val="auto"/>
        </w:rPr>
        <w:t>Option de mise à disposition sur bandeau optique</w:t>
      </w:r>
      <w:bookmarkEnd w:id="23"/>
      <w:bookmarkEnd w:id="24"/>
      <w:bookmarkEnd w:id="25"/>
    </w:p>
    <w:p w14:paraId="1EFC212C" w14:textId="77777777" w:rsidR="00B24D69" w:rsidRPr="001C5E3A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5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2713"/>
      </w:tblGrid>
      <w:tr w:rsidR="00B24D69" w:rsidRPr="007235A6" w14:paraId="1EFC212F" w14:textId="77777777" w:rsidTr="00BF2409">
        <w:trPr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2D" w14:textId="77777777" w:rsidR="00B24D69" w:rsidRPr="00BF2409" w:rsidRDefault="00B24D69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2E" w14:textId="7A092E74" w:rsidR="00B24D69" w:rsidRPr="00BF2409" w:rsidRDefault="00B24D69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235A6" w14:paraId="1EFC2132" w14:textId="77777777" w:rsidTr="00BF2409">
        <w:trPr>
          <w:cantSplit/>
          <w:trHeight w:val="345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30" w14:textId="77777777" w:rsidR="00B24D69" w:rsidRPr="007235A6" w:rsidRDefault="00B24D69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31" w14:textId="77777777" w:rsidR="00B24D69" w:rsidRPr="007235A6" w:rsidRDefault="00B24D69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1EFC2133" w14:textId="77777777" w:rsidR="00B24D69" w:rsidRPr="007235A6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FC2134" w14:textId="77777777" w:rsidR="00F50D48" w:rsidRPr="00C758A8" w:rsidRDefault="00F50D48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6" w:name="_Toc177392107"/>
      <w:r w:rsidRPr="00C758A8">
        <w:rPr>
          <w:rFonts w:ascii="Helvetica 55 Roman" w:hAnsi="Helvetica 55 Roman"/>
          <w:b/>
          <w:color w:val="auto"/>
        </w:rPr>
        <w:t xml:space="preserve">Option de GTR S1 d’un </w:t>
      </w:r>
      <w:r w:rsidR="001549F0" w:rsidRPr="00C758A8">
        <w:rPr>
          <w:rFonts w:ascii="Helvetica 55 Roman" w:hAnsi="Helvetica 55 Roman"/>
          <w:b/>
          <w:color w:val="auto"/>
        </w:rPr>
        <w:t>A</w:t>
      </w:r>
      <w:r w:rsidRPr="00C758A8">
        <w:rPr>
          <w:rFonts w:ascii="Helvetica 55 Roman" w:hAnsi="Helvetica 55 Roman"/>
          <w:b/>
          <w:color w:val="auto"/>
        </w:rPr>
        <w:t xml:space="preserve">ccès </w:t>
      </w:r>
      <w:r w:rsidR="008875AF" w:rsidRPr="00C758A8">
        <w:rPr>
          <w:rFonts w:ascii="Helvetica 55 Roman" w:hAnsi="Helvetica 55 Roman"/>
          <w:b/>
          <w:color w:val="auto"/>
        </w:rPr>
        <w:t>FTTE passif NRO</w:t>
      </w:r>
      <w:bookmarkEnd w:id="26"/>
    </w:p>
    <w:p w14:paraId="1EFC2135" w14:textId="77777777" w:rsidR="00F50D48" w:rsidRPr="001C5E3A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5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05"/>
      </w:tblGrid>
      <w:tr w:rsidR="00F50D48" w:rsidRPr="007235A6" w14:paraId="1EFC2138" w14:textId="77777777" w:rsidTr="00BF2409">
        <w:trPr>
          <w:trHeight w:val="261"/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36" w14:textId="77777777" w:rsidR="00F50D48" w:rsidRPr="00BF2409" w:rsidRDefault="00F50D48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37" w14:textId="4D48229C" w:rsidR="00F50D48" w:rsidRPr="00BF2409" w:rsidRDefault="00F50D48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abonnement</w:t>
            </w:r>
            <w:r w:rsidRPr="00BF2409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F50D48" w:rsidRPr="007235A6" w14:paraId="1EFC213B" w14:textId="77777777" w:rsidTr="00BF2409">
        <w:trPr>
          <w:cantSplit/>
          <w:trHeight w:val="23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39" w14:textId="636487EC" w:rsidR="00F50D48" w:rsidRPr="007235A6" w:rsidRDefault="00F50D48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GTR 4H S1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3A" w14:textId="77777777" w:rsidR="00F50D48" w:rsidRPr="007235A6" w:rsidRDefault="00F50D48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50</w:t>
            </w:r>
          </w:p>
        </w:tc>
      </w:tr>
    </w:tbl>
    <w:p w14:paraId="33ECBA63" w14:textId="77777777" w:rsidR="001C5E3A" w:rsidRDefault="001C5E3A">
      <w:pPr>
        <w:rPr>
          <w:rFonts w:cs="Arial"/>
          <w:b/>
          <w:bCs/>
          <w:kern w:val="32"/>
          <w:sz w:val="36"/>
          <w:szCs w:val="32"/>
        </w:rPr>
      </w:pPr>
      <w:r>
        <w:rPr>
          <w:b/>
        </w:rPr>
        <w:br w:type="page"/>
      </w:r>
    </w:p>
    <w:p w14:paraId="1EFC213D" w14:textId="3A49952D" w:rsidR="006A6614" w:rsidRPr="00C758A8" w:rsidRDefault="006A6614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7" w:name="_Toc177392108"/>
      <w:r w:rsidRPr="00C758A8">
        <w:rPr>
          <w:rFonts w:ascii="Helvetica 55 Roman" w:hAnsi="Helvetica 55 Roman"/>
          <w:b/>
          <w:color w:val="auto"/>
        </w:rPr>
        <w:lastRenderedPageBreak/>
        <w:t>Modifications</w:t>
      </w:r>
      <w:bookmarkEnd w:id="27"/>
    </w:p>
    <w:p w14:paraId="1EFC213E" w14:textId="77777777" w:rsidR="006A6614" w:rsidRPr="001C5E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7235A6" w14:paraId="1EFC2141" w14:textId="77777777" w:rsidTr="00BF2409">
        <w:trPr>
          <w:tblHeader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3F" w14:textId="77777777" w:rsidR="006A6614" w:rsidRPr="00BF2409" w:rsidRDefault="006A6614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40" w14:textId="47BBA9AA" w:rsidR="006A6614" w:rsidRPr="00BF2409" w:rsidRDefault="006A6614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6A6614" w:rsidRPr="007235A6" w14:paraId="1EFC2144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42" w14:textId="77777777" w:rsidR="006A6614" w:rsidRPr="007235A6" w:rsidRDefault="006A6614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43" w14:textId="77777777" w:rsidR="00F46564" w:rsidRPr="007235A6" w:rsidRDefault="006A53CD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235A6" w14:paraId="1EFC2147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5" w14:textId="77777777" w:rsidR="006A53CD" w:rsidRPr="007235A6" w:rsidRDefault="006A53CD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6" w14:textId="77777777" w:rsidR="006A53CD" w:rsidRPr="007235A6" w:rsidRDefault="00DD6E7C" w:rsidP="00BF2409">
            <w:pPr>
              <w:spacing w:before="120"/>
              <w:jc w:val="center"/>
              <w:rPr>
                <w:snapToGrid w:val="0"/>
                <w:szCs w:val="20"/>
              </w:rPr>
            </w:pPr>
            <w:r w:rsidRPr="007235A6">
              <w:rPr>
                <w:snapToGrid w:val="0"/>
                <w:szCs w:val="20"/>
              </w:rPr>
              <w:t>30</w:t>
            </w:r>
            <w:r w:rsidR="006A53CD" w:rsidRPr="007235A6">
              <w:rPr>
                <w:snapToGrid w:val="0"/>
                <w:szCs w:val="20"/>
              </w:rPr>
              <w:t>0</w:t>
            </w:r>
          </w:p>
        </w:tc>
      </w:tr>
      <w:tr w:rsidR="006A6614" w:rsidRPr="007235A6" w14:paraId="1EFC214A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8" w14:textId="77777777" w:rsidR="006A6614" w:rsidRPr="007235A6" w:rsidRDefault="006A6614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9" w14:textId="77777777" w:rsidR="006A6614" w:rsidRPr="007235A6" w:rsidRDefault="00DD6E7C" w:rsidP="00BF2409">
            <w:pPr>
              <w:spacing w:before="120"/>
              <w:jc w:val="center"/>
              <w:rPr>
                <w:snapToGrid w:val="0"/>
                <w:szCs w:val="20"/>
              </w:rPr>
            </w:pPr>
            <w:r w:rsidRPr="007235A6">
              <w:rPr>
                <w:snapToGrid w:val="0"/>
                <w:szCs w:val="20"/>
              </w:rPr>
              <w:t>37</w:t>
            </w:r>
            <w:r w:rsidR="003A5AB8" w:rsidRPr="007235A6">
              <w:rPr>
                <w:snapToGrid w:val="0"/>
                <w:szCs w:val="20"/>
              </w:rPr>
              <w:t>0</w:t>
            </w:r>
          </w:p>
        </w:tc>
      </w:tr>
      <w:tr w:rsidR="006A6614" w:rsidRPr="007235A6" w14:paraId="1EFC214D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B" w14:textId="77777777" w:rsidR="006A6614" w:rsidRPr="007235A6" w:rsidRDefault="006A6614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C" w14:textId="77777777" w:rsidR="006A6614" w:rsidRPr="007235A6" w:rsidRDefault="006A6614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235A6" w14:paraId="1EFC2150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E" w14:textId="77777777" w:rsidR="006A6614" w:rsidRPr="007235A6" w:rsidRDefault="006A6614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F" w14:textId="77777777" w:rsidR="006A6614" w:rsidRPr="007235A6" w:rsidRDefault="006A6614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1EFC2151" w14:textId="77777777" w:rsidR="006A6614" w:rsidRPr="007235A6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FC2152" w14:textId="77777777" w:rsidR="002E72D5" w:rsidRPr="00C758A8" w:rsidRDefault="002E72D5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8" w:name="_Toc177392109"/>
      <w:r w:rsidRPr="00C758A8">
        <w:rPr>
          <w:rFonts w:ascii="Helvetica 55 Roman" w:hAnsi="Helvetica 55 Roman"/>
          <w:b/>
          <w:color w:val="auto"/>
        </w:rPr>
        <w:t>Interventions à Tort (IAT)</w:t>
      </w:r>
      <w:bookmarkEnd w:id="28"/>
    </w:p>
    <w:p w14:paraId="1EFC2153" w14:textId="77777777" w:rsidR="002E72D5" w:rsidRPr="00C758A8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XSpec="center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7235A6" w14:paraId="1EFC2157" w14:textId="77777777" w:rsidTr="00BF2409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1EFC2154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libellé prestation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EFC2155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D9D9D9" w:themeFill="background1" w:themeFillShade="D9"/>
          </w:tcPr>
          <w:p w14:paraId="1EFC2156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montant unitaire</w:t>
            </w:r>
          </w:p>
        </w:tc>
      </w:tr>
      <w:tr w:rsidR="002E72D5" w:rsidRPr="007235A6" w14:paraId="1EFC215B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58" w14:textId="6F7C8F30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235A6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 w:rsidRPr="007235A6">
              <w:rPr>
                <w:rFonts w:cs="Arial"/>
                <w:noProof/>
                <w:snapToGrid w:val="0"/>
                <w:szCs w:val="20"/>
              </w:rPr>
              <w:t>RIP FTTX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59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5A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7235A6" w14:paraId="1EFC215F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5C" w14:textId="188E0BB1" w:rsidR="002E72D5" w:rsidRPr="007235A6" w:rsidRDefault="00392B13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7235A6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 w:rsidRPr="007235A6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 w:rsidRPr="007235A6">
              <w:rPr>
                <w:rFonts w:cs="Arial"/>
                <w:noProof/>
                <w:snapToGrid w:val="0"/>
                <w:szCs w:val="20"/>
              </w:rPr>
              <w:t>RIP FTTX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5D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5E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7235A6" w14:paraId="1EFC2163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60" w14:textId="77777777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61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62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7235A6" w14:paraId="1EFC2167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64" w14:textId="77777777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65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66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34883961" w14:textId="77777777" w:rsidR="00C758A8" w:rsidRDefault="00C758A8" w:rsidP="00C758A8"/>
    <w:p w14:paraId="1EFC2168" w14:textId="0767CF4C" w:rsidR="002E72D5" w:rsidRPr="00C758A8" w:rsidRDefault="002E72D5" w:rsidP="00C758A8">
      <w:r w:rsidRPr="00C758A8">
        <w:t>* sous réserve de l’accep</w:t>
      </w:r>
      <w:r w:rsidR="00CE0B1F" w:rsidRPr="00C758A8">
        <w:t>ta</w:t>
      </w:r>
      <w:r w:rsidRPr="00C758A8">
        <w:t>tion du devis par l’Opérateur</w:t>
      </w:r>
    </w:p>
    <w:p w14:paraId="1EFC2169" w14:textId="77777777" w:rsidR="002E72D5" w:rsidRPr="007235A6" w:rsidRDefault="002E72D5" w:rsidP="002E72D5">
      <w:pPr>
        <w:pStyle w:val="Texte"/>
      </w:pPr>
    </w:p>
    <w:p w14:paraId="1EFC216A" w14:textId="77777777" w:rsidR="002E72D5" w:rsidRPr="007235A6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235A6" w:rsidSect="0041466C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C216E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1EFC216F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1EFC2170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2174" w14:textId="6D2FB1A0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AA11F7">
      <w:rPr>
        <w:sz w:val="16"/>
        <w:szCs w:val="16"/>
      </w:rPr>
      <w:t xml:space="preserve"> NRO</w:t>
    </w:r>
  </w:p>
  <w:p w14:paraId="1EFC2175" w14:textId="1EC209FD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</w:t>
    </w:r>
    <w:r w:rsidR="001434C4">
      <w:rPr>
        <w:sz w:val="16"/>
        <w:szCs w:val="16"/>
      </w:rPr>
      <w:t>2</w:t>
    </w:r>
    <w:r w:rsidRPr="00310601">
      <w:rPr>
        <w:sz w:val="16"/>
        <w:szCs w:val="16"/>
      </w:rPr>
      <w:t xml:space="preserve"> </w:t>
    </w:r>
  </w:p>
  <w:p w14:paraId="1EFC2176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F249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F249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2178" w14:textId="1AD819EF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AA11F7">
      <w:rPr>
        <w:sz w:val="16"/>
        <w:szCs w:val="16"/>
      </w:rPr>
      <w:t xml:space="preserve"> NRO</w:t>
    </w:r>
  </w:p>
  <w:p w14:paraId="1EFC2179" w14:textId="724141AA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</w:t>
    </w:r>
    <w:r w:rsidR="001434C4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C216B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1EFC216C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1EFC216D" w14:textId="77777777" w:rsidR="007A4E46" w:rsidRDefault="007A4E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5170B9"/>
    <w:multiLevelType w:val="hybridMultilevel"/>
    <w:tmpl w:val="8FC620EC"/>
    <w:lvl w:ilvl="0" w:tplc="40624CFC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390929840">
    <w:abstractNumId w:val="16"/>
  </w:num>
  <w:num w:numId="2" w16cid:durableId="263264920">
    <w:abstractNumId w:val="14"/>
  </w:num>
  <w:num w:numId="3" w16cid:durableId="202330732">
    <w:abstractNumId w:val="10"/>
  </w:num>
  <w:num w:numId="4" w16cid:durableId="2079092841">
    <w:abstractNumId w:val="20"/>
  </w:num>
  <w:num w:numId="5" w16cid:durableId="1944999112">
    <w:abstractNumId w:val="21"/>
  </w:num>
  <w:num w:numId="6" w16cid:durableId="1637446908">
    <w:abstractNumId w:val="19"/>
  </w:num>
  <w:num w:numId="7" w16cid:durableId="975792515">
    <w:abstractNumId w:val="22"/>
  </w:num>
  <w:num w:numId="8" w16cid:durableId="1331830107">
    <w:abstractNumId w:val="17"/>
  </w:num>
  <w:num w:numId="9" w16cid:durableId="815416646">
    <w:abstractNumId w:val="15"/>
  </w:num>
  <w:num w:numId="10" w16cid:durableId="709261741">
    <w:abstractNumId w:val="18"/>
  </w:num>
  <w:num w:numId="11" w16cid:durableId="1141650557">
    <w:abstractNumId w:val="11"/>
  </w:num>
  <w:num w:numId="12" w16cid:durableId="462383428">
    <w:abstractNumId w:val="7"/>
  </w:num>
  <w:num w:numId="13" w16cid:durableId="1180897536">
    <w:abstractNumId w:val="8"/>
  </w:num>
  <w:num w:numId="14" w16cid:durableId="1893956042">
    <w:abstractNumId w:val="3"/>
  </w:num>
  <w:num w:numId="15" w16cid:durableId="320356318">
    <w:abstractNumId w:val="2"/>
  </w:num>
  <w:num w:numId="16" w16cid:durableId="691490418">
    <w:abstractNumId w:val="1"/>
  </w:num>
  <w:num w:numId="17" w16cid:durableId="828520098">
    <w:abstractNumId w:val="0"/>
  </w:num>
  <w:num w:numId="18" w16cid:durableId="974068704">
    <w:abstractNumId w:val="6"/>
  </w:num>
  <w:num w:numId="19" w16cid:durableId="75052475">
    <w:abstractNumId w:val="5"/>
  </w:num>
  <w:num w:numId="20" w16cid:durableId="658925299">
    <w:abstractNumId w:val="4"/>
  </w:num>
  <w:num w:numId="21" w16cid:durableId="1447307867">
    <w:abstractNumId w:val="9"/>
  </w:num>
  <w:num w:numId="22" w16cid:durableId="1793286736">
    <w:abstractNumId w:val="24"/>
  </w:num>
  <w:num w:numId="23" w16cid:durableId="11341042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2134789">
    <w:abstractNumId w:val="12"/>
  </w:num>
  <w:num w:numId="25" w16cid:durableId="936786741">
    <w:abstractNumId w:val="13"/>
  </w:num>
  <w:num w:numId="26" w16cid:durableId="1312714068">
    <w:abstractNumId w:val="23"/>
  </w:num>
  <w:num w:numId="27" w16cid:durableId="1601176454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C96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437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27361"/>
    <w:rsid w:val="00130ECC"/>
    <w:rsid w:val="00131971"/>
    <w:rsid w:val="00134986"/>
    <w:rsid w:val="00134CCD"/>
    <w:rsid w:val="00136E42"/>
    <w:rsid w:val="001373DD"/>
    <w:rsid w:val="0013778D"/>
    <w:rsid w:val="00140888"/>
    <w:rsid w:val="001419D5"/>
    <w:rsid w:val="0014204C"/>
    <w:rsid w:val="00142DE8"/>
    <w:rsid w:val="001434C4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F0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5E3A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0F00"/>
    <w:rsid w:val="00221800"/>
    <w:rsid w:val="002221FF"/>
    <w:rsid w:val="00222FD2"/>
    <w:rsid w:val="00223640"/>
    <w:rsid w:val="00223BFE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4817"/>
    <w:rsid w:val="0035543F"/>
    <w:rsid w:val="00360202"/>
    <w:rsid w:val="00362574"/>
    <w:rsid w:val="00362BB8"/>
    <w:rsid w:val="0036628F"/>
    <w:rsid w:val="003674ED"/>
    <w:rsid w:val="003677F9"/>
    <w:rsid w:val="003705C2"/>
    <w:rsid w:val="003708A9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5A6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3180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6D20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15FFA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11F7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5B43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409"/>
    <w:rsid w:val="00BF2493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58A8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485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219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568C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34CE"/>
    <w:rsid w:val="00F77841"/>
    <w:rsid w:val="00F77E16"/>
    <w:rsid w:val="00F8085F"/>
    <w:rsid w:val="00F810CC"/>
    <w:rsid w:val="00F81B17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EFC210A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qFormat/>
    <w:rsid w:val="00CD3269"/>
    <w:pPr>
      <w:keepNext/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uiPriority w:val="39"/>
    <w:rsid w:val="001C5E3A"/>
    <w:pPr>
      <w:spacing w:before="120"/>
    </w:pPr>
    <w:rPr>
      <w:b/>
      <w:sz w:val="22"/>
    </w:rPr>
  </w:style>
  <w:style w:type="paragraph" w:styleId="TM2">
    <w:name w:val="toc 2"/>
    <w:basedOn w:val="Normal"/>
    <w:next w:val="Normal"/>
    <w:autoRedefine/>
    <w:uiPriority w:val="39"/>
    <w:rsid w:val="00892329"/>
    <w:rPr>
      <w:sz w:val="24"/>
    </w:rPr>
  </w:style>
  <w:style w:type="character" w:styleId="Lienhypertexte">
    <w:name w:val="Hyperlink"/>
    <w:uiPriority w:val="99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131971"/>
    <w:pPr>
      <w:numPr>
        <w:numId w:val="26"/>
      </w:numPr>
      <w:spacing w:before="240" w:after="120"/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C5437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C758A8"/>
    <w:rPr>
      <w:rFonts w:ascii="Arial" w:hAnsi="Arial" w:cs="Arial"/>
      <w:bCs/>
      <w:color w:val="FF6600"/>
      <w:kern w:val="32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CFE29-E402-461F-ACDE-4F2F3E558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187A09-1A2D-41C2-AE76-F643CD5CC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E1DC2-7E5D-47D7-90D3-C5D408527644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3E6B956C-7C13-442E-8DE7-0E4B4C92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363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</dc:title>
  <dc:subject>DSL Access</dc:subject>
  <dc:creator>Daniel_Lancelot</dc:creator>
  <dc:description>application du nouveau format</dc:description>
  <cp:lastModifiedBy>Patrick CHALUMET</cp:lastModifiedBy>
  <cp:revision>16</cp:revision>
  <cp:lastPrinted>2017-01-09T14:40:00Z</cp:lastPrinted>
  <dcterms:created xsi:type="dcterms:W3CDTF">2021-06-09T07:16:00Z</dcterms:created>
  <dcterms:modified xsi:type="dcterms:W3CDTF">2024-09-24T06:44:00Z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